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868E619" w14:textId="77777777" w:rsidR="00C6765F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78FA30E1" w14:textId="77777777" w:rsidR="00105331" w:rsidRDefault="00734D85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 chocolate bars for £2.20</w:t>
            </w:r>
          </w:p>
          <w:p w14:paraId="543BE07C" w14:textId="17FA4EDD" w:rsidR="00734D85" w:rsidRPr="005D37DE" w:rsidRDefault="00734D85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12 chocolate bars for </w:t>
            </w:r>
            <w:r w:rsidR="004F073D">
              <w:rPr>
                <w:rFonts w:ascii="Century Gothic" w:hAnsi="Century Gothic"/>
              </w:rPr>
              <w:t>£28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42963A3" w14:textId="7520ADB5" w:rsidR="00493EE3" w:rsidRDefault="009F6C6A" w:rsidP="005D37DE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</w:t>
            </w:r>
            <w:r w:rsidR="00DD6ED1">
              <w:rPr>
                <w:rFonts w:ascii="Century Gothic" w:hAnsi="Century Gothic" w:cs="Tahoma"/>
              </w:rPr>
              <w:t>85</w:t>
            </w:r>
            <w:r>
              <w:rPr>
                <w:rFonts w:ascii="Century Gothic" w:hAnsi="Century Gothic" w:cs="Tahoma"/>
              </w:rPr>
              <w:t xml:space="preserve">% of £425 </w:t>
            </w:r>
          </w:p>
          <w:p w14:paraId="1B5E5D74" w14:textId="42E00E66" w:rsidR="00C6765F" w:rsidRPr="005D37DE" w:rsidRDefault="009F6C6A" w:rsidP="00493EE3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78532128" w:rsidR="00125C71" w:rsidRDefault="002C5377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08670ECB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0430BE" id="Oval 3" o:spid="_x0000_s1026" style="position:absolute;margin-left:189.2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6A3EDB11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191770</wp:posOffset>
                      </wp:positionV>
                      <wp:extent cx="596900" cy="544195"/>
                      <wp:effectExtent l="0" t="0" r="12700" b="1460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900" cy="544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006093" id="Straight Connector 5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pt,15.1pt" to="245.2pt,5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6DF5766F">
                      <wp:simplePos x="0" y="0"/>
                      <wp:positionH relativeFrom="column">
                        <wp:posOffset>2517503</wp:posOffset>
                      </wp:positionH>
                      <wp:positionV relativeFrom="paragraph">
                        <wp:posOffset>257175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36CEC654" w:rsidR="002C5377" w:rsidRDefault="00DD6ED1">
                                  <w:r>
                                    <w:t>3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98.25pt;margin-top:20.2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Ei9BHr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36CEC654" w:rsidR="002C5377" w:rsidRDefault="00DD6ED1">
                            <w:r>
                              <w:t>3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A circle has a diameter of </w:t>
            </w:r>
            <w:r w:rsidR="00DD6ED1">
              <w:rPr>
                <w:rFonts w:ascii="Century Gothic" w:hAnsi="Century Gothic"/>
              </w:rPr>
              <w:t>3</w:t>
            </w:r>
            <w:r>
              <w:rPr>
                <w:rFonts w:ascii="Century Gothic" w:hAnsi="Century Gothic"/>
              </w:rPr>
              <w:t>cm.</w:t>
            </w:r>
          </w:p>
          <w:p w14:paraId="5155B1A5" w14:textId="397CD6C2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83B8A61" w14:textId="04ECA9DF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7491640" w14:textId="1F90C4A4" w:rsidR="0020147F" w:rsidRDefault="0020147F" w:rsidP="002014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Factorise</w:t>
            </w:r>
          </w:p>
          <w:p w14:paraId="4346815B" w14:textId="574EB376" w:rsidR="0020147F" w:rsidRDefault="0020147F" w:rsidP="0020147F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</m:t>
                </m:r>
                <m:r>
                  <w:rPr>
                    <w:rFonts w:ascii="Cambria Math" w:hAnsi="Cambria Math" w:cs="Tahoma"/>
                  </w:rPr>
                  <m:t>11</m:t>
                </m:r>
                <m:r>
                  <w:rPr>
                    <w:rFonts w:ascii="Cambria Math" w:hAnsi="Cambria Math" w:cs="Tahoma"/>
                  </w:rPr>
                  <m:t>x+10</m:t>
                </m:r>
              </m:oMath>
            </m:oMathPara>
          </w:p>
          <w:p w14:paraId="35867634" w14:textId="0147A9A3" w:rsidR="00C6765F" w:rsidRPr="005D37DE" w:rsidRDefault="00C6765F" w:rsidP="0020147F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88B024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5D454B72" w:rsidR="00C6765F" w:rsidRPr="009F6C6A" w:rsidRDefault="004F073D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12DE81C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976720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33C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677349C2" wp14:editId="4CE17716">
                  <wp:extent cx="650797" cy="1116280"/>
                  <wp:effectExtent l="0" t="0" r="0" b="825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935" cy="1116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891D281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E54E19"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734D85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38AA86A1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77777777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3ABD05B4" w14:textId="77777777" w:rsidR="009A72D8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4F073D" w:rsidRPr="000A63AF" w14:paraId="4C53EC04" w14:textId="77777777" w:rsidTr="00650E57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8C8893A" w14:textId="77777777" w:rsidR="004F073D" w:rsidRPr="00C240D5" w:rsidRDefault="004F073D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0453816" w14:textId="77777777" w:rsidR="004F073D" w:rsidRDefault="004F073D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7A855870" w14:textId="77777777" w:rsidR="004F073D" w:rsidRDefault="004F073D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 chocolate bars for £2.20</w:t>
            </w:r>
          </w:p>
          <w:p w14:paraId="689EC695" w14:textId="77777777" w:rsidR="004F073D" w:rsidRPr="005D37DE" w:rsidRDefault="004F073D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 chocolate bars for £28</w:t>
            </w:r>
          </w:p>
        </w:tc>
        <w:tc>
          <w:tcPr>
            <w:tcW w:w="425" w:type="dxa"/>
            <w:tcBorders>
              <w:right w:val="nil"/>
            </w:tcBorders>
          </w:tcPr>
          <w:p w14:paraId="2E354122" w14:textId="77777777" w:rsidR="004F073D" w:rsidRPr="005D37DE" w:rsidRDefault="004F073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4C108A9F" w14:textId="77777777" w:rsidR="004F073D" w:rsidRDefault="004F073D" w:rsidP="00650E57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85% of £425 </w:t>
            </w:r>
          </w:p>
          <w:p w14:paraId="31A2C45D" w14:textId="77777777" w:rsidR="004F073D" w:rsidRPr="005D37DE" w:rsidRDefault="004F073D" w:rsidP="00650E57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4F073D" w:rsidRPr="00C240D5" w14:paraId="24D37815" w14:textId="77777777" w:rsidTr="00650E57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A923330" w14:textId="77777777" w:rsidR="004F073D" w:rsidRPr="00C240D5" w:rsidRDefault="004F073D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65C29B31" w14:textId="77777777" w:rsidR="004F073D" w:rsidRDefault="004F073D" w:rsidP="00650E57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E25007" wp14:editId="34251C99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7612D3" id="Oval 21" o:spid="_x0000_s1026" style="position:absolute;margin-left:189.2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B4//rIVwIAAAk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EC6DD65" wp14:editId="7E282DED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191770</wp:posOffset>
                      </wp:positionV>
                      <wp:extent cx="596900" cy="544195"/>
                      <wp:effectExtent l="0" t="0" r="12700" b="1460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900" cy="544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1891F1" id="Straight Connector 22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pt,15.1pt" to="245.2pt,5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676CCD0" wp14:editId="769C412B">
                      <wp:simplePos x="0" y="0"/>
                      <wp:positionH relativeFrom="column">
                        <wp:posOffset>2517503</wp:posOffset>
                      </wp:positionH>
                      <wp:positionV relativeFrom="paragraph">
                        <wp:posOffset>257175</wp:posOffset>
                      </wp:positionV>
                      <wp:extent cx="471170" cy="27559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CC9DA6" w14:textId="77777777" w:rsidR="004F073D" w:rsidRDefault="004F073D" w:rsidP="004F073D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6CCD0" id="Text Box 24" o:spid="_x0000_s1027" type="#_x0000_t202" style="position:absolute;margin-left:198.25pt;margin-top:20.2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" filled="f" stroked="f" strokeweight=".5pt">
                      <v:textbox>
                        <w:txbxContent>
                          <w:p w14:paraId="04CC9DA6" w14:textId="77777777" w:rsidR="004F073D" w:rsidRDefault="004F073D" w:rsidP="004F073D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3cm.</w:t>
            </w:r>
          </w:p>
          <w:p w14:paraId="75C89012" w14:textId="77777777" w:rsidR="004F073D" w:rsidRPr="005D37DE" w:rsidRDefault="004F073D" w:rsidP="00650E5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2A4C0A9C" w14:textId="77777777" w:rsidR="004F073D" w:rsidRPr="005D37DE" w:rsidRDefault="004F073D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23FD71E" w14:textId="77777777" w:rsidR="004F073D" w:rsidRPr="005D37DE" w:rsidRDefault="004F073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262C6893" w14:textId="77777777" w:rsidR="004F073D" w:rsidRDefault="004F073D" w:rsidP="00650E5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Factorise</w:t>
            </w:r>
          </w:p>
          <w:p w14:paraId="10B49E9B" w14:textId="77777777" w:rsidR="004F073D" w:rsidRDefault="004F073D" w:rsidP="00650E57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+11x+10</m:t>
                </m:r>
              </m:oMath>
            </m:oMathPara>
          </w:p>
          <w:p w14:paraId="7C35538E" w14:textId="77777777" w:rsidR="004F073D" w:rsidRPr="005D37DE" w:rsidRDefault="004F073D" w:rsidP="00650E57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4F073D" w:rsidRPr="00C240D5" w14:paraId="29F9A992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FB27D17" w14:textId="77777777" w:rsidR="004F073D" w:rsidRPr="00C240D5" w:rsidRDefault="004F073D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D75D5C9" w14:textId="77777777" w:rsidR="004F073D" w:rsidRDefault="004F073D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C977895" w14:textId="77777777" w:rsidR="004F073D" w:rsidRPr="009F6C6A" w:rsidRDefault="004F073D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637D0741" wp14:editId="4E8C3389">
                  <wp:extent cx="650797" cy="1116280"/>
                  <wp:effectExtent l="0" t="0" r="0" b="825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935" cy="1116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EB1DC7" w14:textId="77777777" w:rsidR="004F073D" w:rsidRDefault="004F073D" w:rsidP="004F073D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73A1F053" wp14:editId="268D8D06">
            <wp:simplePos x="0" y="0"/>
            <wp:positionH relativeFrom="column">
              <wp:posOffset>6054090</wp:posOffset>
            </wp:positionH>
            <wp:positionV relativeFrom="paragraph">
              <wp:posOffset>3485969</wp:posOffset>
            </wp:positionV>
            <wp:extent cx="572135" cy="401320"/>
            <wp:effectExtent l="0" t="0" r="0" b="508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1F67F62C" wp14:editId="725BCB6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46970AF4" wp14:editId="2B8C191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8" name="Picture 2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13C21"/>
    <w:rsid w:val="002A3B06"/>
    <w:rsid w:val="002C5377"/>
    <w:rsid w:val="002D5D86"/>
    <w:rsid w:val="00333535"/>
    <w:rsid w:val="003F51D8"/>
    <w:rsid w:val="004008D8"/>
    <w:rsid w:val="00493EE3"/>
    <w:rsid w:val="004F073D"/>
    <w:rsid w:val="0050136B"/>
    <w:rsid w:val="00505FC9"/>
    <w:rsid w:val="00525119"/>
    <w:rsid w:val="005D37DE"/>
    <w:rsid w:val="0064471D"/>
    <w:rsid w:val="00666CDC"/>
    <w:rsid w:val="00705472"/>
    <w:rsid w:val="00734D85"/>
    <w:rsid w:val="007B4226"/>
    <w:rsid w:val="007E2C1A"/>
    <w:rsid w:val="0090117B"/>
    <w:rsid w:val="0090585D"/>
    <w:rsid w:val="0099142F"/>
    <w:rsid w:val="009A72D8"/>
    <w:rsid w:val="009F6C6A"/>
    <w:rsid w:val="00AD3C1A"/>
    <w:rsid w:val="00B40DC9"/>
    <w:rsid w:val="00BE7AC9"/>
    <w:rsid w:val="00C240D5"/>
    <w:rsid w:val="00C41860"/>
    <w:rsid w:val="00C6765F"/>
    <w:rsid w:val="00D51195"/>
    <w:rsid w:val="00D723BE"/>
    <w:rsid w:val="00DB511B"/>
    <w:rsid w:val="00DD6ED1"/>
    <w:rsid w:val="00E20822"/>
    <w:rsid w:val="00E54E19"/>
    <w:rsid w:val="00E7749A"/>
    <w:rsid w:val="00EA0CA1"/>
    <w:rsid w:val="00EC4CCA"/>
    <w:rsid w:val="00F04FE3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6</cp:revision>
  <cp:lastPrinted>2019-03-11T14:54:00Z</cp:lastPrinted>
  <dcterms:created xsi:type="dcterms:W3CDTF">2019-03-11T14:51:00Z</dcterms:created>
  <dcterms:modified xsi:type="dcterms:W3CDTF">2019-03-11T14:54:00Z</dcterms:modified>
</cp:coreProperties>
</file>